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04" w:rsidRDefault="008D5304">
      <w:r>
        <w:t>Business Etiquette Film--Customs of the Culture</w:t>
      </w:r>
    </w:p>
    <w:p w:rsidR="008D5304" w:rsidRDefault="008D5304">
      <w:r>
        <w:t xml:space="preserve">The success of our overseas enterprise rests on our ability to conduct our business in a culturally appropriate ways.  To </w:t>
      </w:r>
    </w:p>
    <w:p w:rsidR="008D5304" w:rsidRDefault="008D5304">
      <w:r>
        <w:t xml:space="preserve">rephrase a famous quote, “We’re not in Allison Park anymore!”   Thus, it is imperative that you learn how to </w:t>
      </w:r>
    </w:p>
    <w:p w:rsidR="008D5304" w:rsidRDefault="008D5304">
      <w:r>
        <w:t>appropriately greet, speak with, and take leave of our customers in ways that are culturally meaningful to them.</w:t>
      </w:r>
    </w:p>
    <w:p w:rsidR="008D5304" w:rsidRDefault="008D5304">
      <w:r>
        <w:t xml:space="preserve">For example, here in Hampton, if you kissed a friend of the opposite sex on the cheek as a greeting, you may get some </w:t>
      </w:r>
    </w:p>
    <w:p w:rsidR="008D5304" w:rsidRDefault="008D5304">
      <w:r>
        <w:t xml:space="preserve">strange looks or maybe a slap on the face.  This practice, however, is completely normal in Latin America, and refusal to </w:t>
      </w:r>
    </w:p>
    <w:p w:rsidR="008D5304" w:rsidRDefault="008D5304">
      <w:r>
        <w:t>comply with that practice could be seen as rude.</w:t>
      </w:r>
    </w:p>
    <w:p w:rsidR="008D5304" w:rsidRDefault="008D5304">
      <w:r>
        <w:t xml:space="preserve">Therefore, I want you to take some time to research the interpersonal customs of the culture where you will work.  Also, </w:t>
      </w:r>
    </w:p>
    <w:p w:rsidR="008D5304" w:rsidRDefault="008D5304">
      <w:r>
        <w:t xml:space="preserve">it’s important that you practice this situation with one of your colleagues who will be working with you in that culture.  </w:t>
      </w:r>
    </w:p>
    <w:p w:rsidR="008D5304" w:rsidRDefault="008D5304">
      <w:r>
        <w:t>Frau and Profe will be checking how much you’ve learned and reporting that to me!</w:t>
      </w:r>
    </w:p>
    <w:p w:rsidR="008D5304" w:rsidRDefault="008D5304">
      <w:r>
        <w:t>MH-----------------------------------------------------------------------------------------------------------------------------------------------------------</w:t>
      </w:r>
    </w:p>
    <w:p w:rsidR="008D5304" w:rsidRDefault="008D5304">
      <w:r>
        <w:t>Customs of the Culture Worksheet  (12 points)</w:t>
      </w:r>
    </w:p>
    <w:p w:rsidR="008D5304" w:rsidRDefault="008D5304">
      <w:r>
        <w:t xml:space="preserve">1. Based on your research, how would you greet a new customer in your country in word and gesture? </w:t>
      </w:r>
      <w:r>
        <w:rPr>
          <w:b/>
          <w:bCs/>
        </w:rPr>
        <w:t>Privet. A firm handshake.</w:t>
      </w:r>
    </w:p>
    <w:p w:rsidR="008D5304" w:rsidRDefault="008D5304">
      <w:r>
        <w:t xml:space="preserve">       2 . Is there any difference between how you greet a man and how you greet a woman? </w:t>
      </w:r>
      <w:r>
        <w:rPr>
          <w:b/>
          <w:bCs/>
        </w:rPr>
        <w:t>When you greet a woman, the handshake is less firm, a man, the handshake is more firm.</w:t>
      </w:r>
    </w:p>
    <w:p w:rsidR="008D5304" w:rsidRDefault="008D5304">
      <w:r>
        <w:t xml:space="preserve">      3. What are the tips for how to successfully conduct a conversation in your culture (body language, good manners, </w:t>
      </w:r>
      <w:r>
        <w:rPr>
          <w:b/>
          <w:bCs/>
        </w:rPr>
        <w:t xml:space="preserve"> You should expect to give big hugs and even a kiss on the cheek when you start a conversation.</w:t>
      </w:r>
    </w:p>
    <w:p w:rsidR="008D5304" w:rsidRDefault="008D5304">
      <w:r>
        <w:t xml:space="preserve">4. Proximity to others, proper way to dress, etc.? </w:t>
      </w:r>
      <w:r>
        <w:rPr>
          <w:b/>
          <w:bCs/>
        </w:rPr>
        <w:t>You should look formal if you are “high-up”</w:t>
      </w:r>
    </w:p>
    <w:p w:rsidR="008D5304" w:rsidRDefault="008D5304">
      <w:r>
        <w:t xml:space="preserve">5. Is there anything specifically that you must avoid to keep from offending your hosts (topics/gestures to avoid,     </w:t>
      </w:r>
    </w:p>
    <w:p w:rsidR="008D5304" w:rsidRDefault="008D5304">
      <w:r>
        <w:t xml:space="preserve">time to arrive, different expectations?) </w:t>
      </w:r>
      <w:r>
        <w:rPr>
          <w:b/>
          <w:bCs/>
        </w:rPr>
        <w:t>You shouldn’t make an “ok” sign with your hand.</w:t>
      </w:r>
    </w:p>
    <w:p w:rsidR="008D5304" w:rsidRDefault="008D5304">
      <w:r>
        <w:t xml:space="preserve">       6. How would you take leave of (say goodbye to) your customer in word and gesture? </w:t>
      </w:r>
      <w:r>
        <w:rPr>
          <w:b/>
          <w:bCs/>
        </w:rPr>
        <w:t>You give a handshake and say your good-byes.</w:t>
      </w:r>
    </w:p>
    <w:p w:rsidR="008D5304" w:rsidRDefault="008D5304">
      <w:r>
        <w:t>When finished, print your worksheet to D-415 Computer Lab (not color!) and upload to the wiki.</w:t>
      </w:r>
    </w:p>
    <w:p w:rsidR="008D5304" w:rsidRDefault="008D5304">
      <w:r>
        <w:t xml:space="preserve">NOW… Create a storyboard to plan your video.   It should be brief (no more than 2 minutes) and function as a “How </w:t>
      </w:r>
    </w:p>
    <w:p w:rsidR="008D5304" w:rsidRDefault="008D5304">
      <w:r>
        <w:t>To/What Not To Do” training video (demonstrate by explanation and action) f or working in the culture.  Worth:  30</w:t>
      </w:r>
    </w:p>
    <w:p w:rsidR="008D5304" w:rsidRDefault="008D5304">
      <w:r>
        <w:t xml:space="preserve">points. </w:t>
      </w:r>
    </w:p>
    <w:p w:rsidR="008D5304" w:rsidRDefault="008D5304">
      <w:r>
        <w:t xml:space="preserve">It must include:  </w:t>
      </w:r>
    </w:p>
    <w:p w:rsidR="008D5304" w:rsidRDefault="008D5304">
      <w:r>
        <w:t>• How to greet someone in your culture</w:t>
      </w:r>
    </w:p>
    <w:p w:rsidR="008D5304" w:rsidRDefault="008D5304">
      <w:r>
        <w:t>• Provide tips for successfully conducting a conversation in your culture</w:t>
      </w:r>
    </w:p>
    <w:p w:rsidR="008D5304" w:rsidRDefault="008D5304">
      <w:r>
        <w:t>• Highlight anything that you should NOT do to keep from causing offense</w:t>
      </w:r>
    </w:p>
    <w:p w:rsidR="008D5304" w:rsidRDefault="008D5304">
      <w:r>
        <w:t xml:space="preserve">• Demonstrate how to be polite, state your name, say you don’t understand in the language  (See your </w:t>
      </w:r>
    </w:p>
    <w:p w:rsidR="008D5304" w:rsidRDefault="008D5304">
      <w:r>
        <w:t>language lessons for these phrases!)</w:t>
      </w:r>
    </w:p>
    <w:p w:rsidR="00000000" w:rsidRDefault="008D5304" w:rsidP="008D5304">
      <w:r>
        <w:t>• How to conclude your conversation in both language and gesture</w:t>
      </w:r>
    </w:p>
    <w:sectPr w:rsidR="00000000" w:rsidSect="008D5304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304" w:rsidRDefault="008D5304" w:rsidP="008D5304">
      <w:r>
        <w:separator/>
      </w:r>
    </w:p>
  </w:endnote>
  <w:endnote w:type="continuationSeparator" w:id="0">
    <w:p w:rsidR="008D5304" w:rsidRDefault="008D5304" w:rsidP="008D5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304" w:rsidRDefault="008D5304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304" w:rsidRDefault="008D5304" w:rsidP="008D5304">
      <w:r>
        <w:separator/>
      </w:r>
    </w:p>
  </w:footnote>
  <w:footnote w:type="continuationSeparator" w:id="0">
    <w:p w:rsidR="008D5304" w:rsidRDefault="008D5304" w:rsidP="008D53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304" w:rsidRDefault="008D5304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8D5304"/>
    <w:rsid w:val="008D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